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2D1EF" w14:textId="77777777" w:rsidR="000969D9" w:rsidRDefault="005D3E76" w:rsidP="00F75F04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Theme="minorHAnsi" w:hAnsiTheme="minorHAnsi" w:cs="Calibri"/>
          <w:b/>
          <w:noProof/>
          <w:sz w:val="22"/>
          <w:szCs w:val="22"/>
        </w:rPr>
        <w:drawing>
          <wp:inline distT="0" distB="0" distL="0" distR="0" wp14:anchorId="69A2D1F8" wp14:editId="69A2D1F9">
            <wp:extent cx="5760720" cy="445086"/>
            <wp:effectExtent l="0" t="0" r="0" b="0"/>
            <wp:docPr id="1" name="Obraz 1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50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A2D1F0" w14:textId="77777777" w:rsidR="005D3E76" w:rsidRPr="00497BD5" w:rsidRDefault="005D3E76" w:rsidP="005D3E76">
      <w:pPr>
        <w:pStyle w:val="Nagwek"/>
        <w:spacing w:before="360" w:after="240"/>
        <w:jc w:val="right"/>
        <w:rPr>
          <w:rFonts w:ascii="Arial" w:hAnsi="Arial" w:cs="Arial"/>
          <w:b/>
        </w:rPr>
      </w:pPr>
      <w:r w:rsidRPr="00497BD5">
        <w:rPr>
          <w:rFonts w:ascii="Arial" w:hAnsi="Arial" w:cs="Arial"/>
        </w:rPr>
        <w:t xml:space="preserve">Formularz nr </w:t>
      </w:r>
      <w:r>
        <w:rPr>
          <w:rFonts w:ascii="Arial" w:hAnsi="Arial" w:cs="Arial"/>
        </w:rPr>
        <w:t>2</w:t>
      </w:r>
    </w:p>
    <w:p w14:paraId="69A2D1F1" w14:textId="77777777" w:rsidR="005D3E76" w:rsidRPr="00497BD5" w:rsidRDefault="005D3E76" w:rsidP="005D3E76">
      <w:pPr>
        <w:pStyle w:val="Nagwek"/>
        <w:spacing w:after="240"/>
        <w:jc w:val="right"/>
        <w:rPr>
          <w:rFonts w:ascii="Arial" w:hAnsi="Arial" w:cs="Arial"/>
          <w:b/>
        </w:rPr>
      </w:pPr>
      <w:r w:rsidRPr="00497BD5">
        <w:rPr>
          <w:rFonts w:ascii="Arial" w:hAnsi="Arial" w:cs="Arial"/>
          <w:b/>
        </w:rPr>
        <w:t xml:space="preserve">(WZÓR) </w:t>
      </w:r>
    </w:p>
    <w:p w14:paraId="69A2D1F2" w14:textId="2D85876D" w:rsidR="005D3E76" w:rsidRDefault="005D3E76" w:rsidP="004C24E6">
      <w:pPr>
        <w:tabs>
          <w:tab w:val="center" w:pos="2268"/>
          <w:tab w:val="center" w:pos="6804"/>
        </w:tabs>
        <w:spacing w:line="360" w:lineRule="auto"/>
        <w:rPr>
          <w:rFonts w:ascii="Arial" w:hAnsi="Arial" w:cs="Arial"/>
        </w:rPr>
      </w:pPr>
      <w:r w:rsidRPr="005D3E76">
        <w:rPr>
          <w:rFonts w:ascii="Arial" w:hAnsi="Arial" w:cs="Arial"/>
        </w:rPr>
        <w:t>Nazwa i adres</w:t>
      </w:r>
      <w:r w:rsidR="004B1883">
        <w:rPr>
          <w:rFonts w:ascii="Arial" w:hAnsi="Arial" w:cs="Arial"/>
        </w:rPr>
        <w:t xml:space="preserve"> </w:t>
      </w:r>
      <w:r w:rsidR="004B1883" w:rsidRPr="004B1883">
        <w:rPr>
          <w:rFonts w:ascii="Arial" w:hAnsi="Arial" w:cs="Arial"/>
        </w:rPr>
        <w:t>podmiotu składającego oświadczenie</w:t>
      </w:r>
      <w:r w:rsidRPr="005D3E76">
        <w:rPr>
          <w:rFonts w:ascii="Arial" w:hAnsi="Arial" w:cs="Arial"/>
        </w:rPr>
        <w:tab/>
      </w:r>
      <w:r w:rsidRPr="005D3E76">
        <w:rPr>
          <w:rFonts w:ascii="Arial" w:hAnsi="Arial" w:cs="Arial"/>
        </w:rPr>
        <w:tab/>
        <w:t>Miejscowość, data</w:t>
      </w:r>
    </w:p>
    <w:p w14:paraId="2F621D80" w14:textId="3E97C374" w:rsidR="00F74A9D" w:rsidRDefault="00F74A9D" w:rsidP="007141B9">
      <w:pPr>
        <w:tabs>
          <w:tab w:val="center" w:pos="2268"/>
          <w:tab w:val="center" w:pos="6804"/>
        </w:tabs>
        <w:spacing w:line="360" w:lineRule="auto"/>
        <w:rPr>
          <w:rFonts w:ascii="Arial" w:hAnsi="Arial" w:cs="Arial"/>
        </w:rPr>
      </w:pPr>
    </w:p>
    <w:p w14:paraId="25BB4524" w14:textId="07F4507C" w:rsidR="007141B9" w:rsidRDefault="007141B9" w:rsidP="007141B9">
      <w:pPr>
        <w:tabs>
          <w:tab w:val="center" w:pos="2268"/>
          <w:tab w:val="center" w:pos="6804"/>
        </w:tabs>
        <w:spacing w:line="360" w:lineRule="auto"/>
        <w:rPr>
          <w:rFonts w:ascii="Arial" w:hAnsi="Arial" w:cs="Arial"/>
        </w:rPr>
      </w:pPr>
    </w:p>
    <w:p w14:paraId="42C05227" w14:textId="11901A04" w:rsidR="007141B9" w:rsidRDefault="007141B9" w:rsidP="007141B9">
      <w:pPr>
        <w:tabs>
          <w:tab w:val="center" w:pos="2268"/>
          <w:tab w:val="center" w:pos="6804"/>
        </w:tabs>
        <w:spacing w:line="360" w:lineRule="auto"/>
        <w:rPr>
          <w:rFonts w:ascii="Arial" w:hAnsi="Arial" w:cs="Arial"/>
        </w:rPr>
      </w:pPr>
    </w:p>
    <w:p w14:paraId="6042C033" w14:textId="77777777" w:rsidR="007141B9" w:rsidRPr="005D3E76" w:rsidRDefault="007141B9" w:rsidP="007141B9">
      <w:pPr>
        <w:tabs>
          <w:tab w:val="center" w:pos="2268"/>
          <w:tab w:val="center" w:pos="6804"/>
        </w:tabs>
        <w:spacing w:line="360" w:lineRule="auto"/>
        <w:rPr>
          <w:rFonts w:ascii="Arial" w:hAnsi="Arial" w:cs="Arial"/>
        </w:rPr>
      </w:pPr>
    </w:p>
    <w:p w14:paraId="69A2D1F3" w14:textId="77777777" w:rsidR="00F75F04" w:rsidRPr="005D3E76" w:rsidRDefault="009112EE" w:rsidP="005D3E76">
      <w:pPr>
        <w:spacing w:after="1200"/>
        <w:jc w:val="center"/>
        <w:rPr>
          <w:rFonts w:ascii="Arial" w:hAnsi="Arial" w:cs="Arial"/>
        </w:rPr>
      </w:pPr>
      <w:r w:rsidRPr="005D3E76">
        <w:rPr>
          <w:rFonts w:ascii="Arial" w:hAnsi="Arial" w:cs="Arial"/>
          <w:b/>
        </w:rPr>
        <w:t xml:space="preserve">OŚWIADCZENIE </w:t>
      </w:r>
      <w:r w:rsidR="00685F08" w:rsidRPr="005D3E76">
        <w:rPr>
          <w:rFonts w:ascii="Arial" w:hAnsi="Arial" w:cs="Arial"/>
          <w:b/>
        </w:rPr>
        <w:t>O ZABEZPIECZENIU</w:t>
      </w:r>
      <w:r w:rsidR="008F4DFB" w:rsidRPr="005D3E76">
        <w:rPr>
          <w:rFonts w:ascii="Arial" w:hAnsi="Arial" w:cs="Arial"/>
          <w:b/>
        </w:rPr>
        <w:t xml:space="preserve"> 25% WYDATKÓW KWALIFIKOWALNYCH POZBAWIONYCH WSPARCIA ZE ŚRODKÓW PUBLICZNYCH </w:t>
      </w:r>
      <w:r w:rsidR="008F4DFB" w:rsidRPr="005D3E76">
        <w:rPr>
          <w:rFonts w:ascii="Arial" w:hAnsi="Arial" w:cs="Arial"/>
        </w:rPr>
        <w:t xml:space="preserve">(DOTYCZY PROJEKTÓW OBJĘTYCH REGIONALNĄ POMOCĄ INWESTYCYJNĄ) </w:t>
      </w:r>
    </w:p>
    <w:p w14:paraId="69A2D1F4" w14:textId="77777777" w:rsidR="008F4DFB" w:rsidRPr="005D3E76" w:rsidRDefault="009112EE" w:rsidP="005D3E76">
      <w:pPr>
        <w:spacing w:before="60" w:line="276" w:lineRule="auto"/>
        <w:rPr>
          <w:rFonts w:ascii="Arial" w:hAnsi="Arial" w:cs="Arial"/>
        </w:rPr>
      </w:pPr>
      <w:r w:rsidRPr="005D3E76">
        <w:rPr>
          <w:rFonts w:ascii="Arial" w:hAnsi="Arial" w:cs="Arial"/>
        </w:rPr>
        <w:t>Oświadczam</w:t>
      </w:r>
      <w:r w:rsidR="0060352D" w:rsidRPr="005D3E76">
        <w:rPr>
          <w:rFonts w:ascii="Arial" w:hAnsi="Arial" w:cs="Arial"/>
        </w:rPr>
        <w:t>, że w ramach projektu</w:t>
      </w:r>
      <w:r w:rsidR="004469C1" w:rsidRPr="005D3E76">
        <w:rPr>
          <w:rFonts w:ascii="Arial" w:hAnsi="Arial" w:cs="Arial"/>
        </w:rPr>
        <w:t xml:space="preserve"> nr</w:t>
      </w:r>
      <w:r w:rsidR="005D3E76">
        <w:rPr>
          <w:rFonts w:ascii="Arial" w:hAnsi="Arial" w:cs="Arial"/>
        </w:rPr>
        <w:t xml:space="preserve"> …………………</w:t>
      </w:r>
      <w:r w:rsidR="004469C1" w:rsidRPr="005D3E76">
        <w:rPr>
          <w:rFonts w:ascii="Arial" w:hAnsi="Arial" w:cs="Arial"/>
          <w:i/>
        </w:rPr>
        <w:t xml:space="preserve">(nr wniosku </w:t>
      </w:r>
      <w:r w:rsidR="008B09D7" w:rsidRPr="005D3E76">
        <w:rPr>
          <w:rFonts w:ascii="Arial" w:hAnsi="Arial" w:cs="Arial"/>
          <w:i/>
        </w:rPr>
        <w:t>o dofinansowanie</w:t>
      </w:r>
      <w:r w:rsidR="004469C1" w:rsidRPr="005D3E76">
        <w:rPr>
          <w:rFonts w:ascii="Arial" w:hAnsi="Arial" w:cs="Arial"/>
          <w:i/>
        </w:rPr>
        <w:t>)</w:t>
      </w:r>
      <w:r w:rsidR="005D3E76">
        <w:rPr>
          <w:rFonts w:ascii="Arial" w:hAnsi="Arial" w:cs="Arial"/>
        </w:rPr>
        <w:t xml:space="preserve"> </w:t>
      </w:r>
      <w:r w:rsidR="0060352D" w:rsidRPr="005D3E76">
        <w:rPr>
          <w:rFonts w:ascii="Arial" w:hAnsi="Arial" w:cs="Arial"/>
        </w:rPr>
        <w:t>pn.</w:t>
      </w:r>
      <w:r w:rsidR="005D3E76">
        <w:rPr>
          <w:rFonts w:ascii="Arial" w:hAnsi="Arial" w:cs="Arial"/>
        </w:rPr>
        <w:t xml:space="preserve"> …………………………………………..</w:t>
      </w:r>
      <w:r w:rsidR="00A76CDF" w:rsidRPr="005D3E76">
        <w:rPr>
          <w:rFonts w:ascii="Arial" w:hAnsi="Arial" w:cs="Arial"/>
        </w:rPr>
        <w:t xml:space="preserve"> </w:t>
      </w:r>
      <w:r w:rsidR="008B09D7" w:rsidRPr="005D3E76">
        <w:rPr>
          <w:rFonts w:ascii="Arial" w:hAnsi="Arial" w:cs="Arial"/>
          <w:i/>
        </w:rPr>
        <w:t xml:space="preserve">(nazwa </w:t>
      </w:r>
      <w:r w:rsidR="0060352D" w:rsidRPr="005D3E76">
        <w:rPr>
          <w:rFonts w:ascii="Arial" w:hAnsi="Arial" w:cs="Arial"/>
          <w:i/>
        </w:rPr>
        <w:t>projektu)</w:t>
      </w:r>
      <w:r w:rsidR="008F4DFB" w:rsidRPr="005D3E76">
        <w:rPr>
          <w:rFonts w:ascii="Arial" w:hAnsi="Arial" w:cs="Arial"/>
        </w:rPr>
        <w:t xml:space="preserve">, sfinansuję </w:t>
      </w:r>
      <w:r w:rsidR="00463F1B" w:rsidRPr="005D3E76">
        <w:rPr>
          <w:rFonts w:ascii="Arial" w:hAnsi="Arial" w:cs="Arial"/>
        </w:rPr>
        <w:t xml:space="preserve">wkład </w:t>
      </w:r>
      <w:r w:rsidR="0008150A" w:rsidRPr="005D3E76">
        <w:rPr>
          <w:rFonts w:ascii="Arial" w:hAnsi="Arial" w:cs="Arial"/>
        </w:rPr>
        <w:t xml:space="preserve">własny </w:t>
      </w:r>
      <w:r w:rsidR="00463F1B" w:rsidRPr="005D3E76">
        <w:rPr>
          <w:rFonts w:ascii="Arial" w:hAnsi="Arial" w:cs="Arial"/>
        </w:rPr>
        <w:t xml:space="preserve">w wysokości </w:t>
      </w:r>
      <w:r w:rsidR="008F4DFB" w:rsidRPr="005D3E76">
        <w:rPr>
          <w:rFonts w:ascii="Arial" w:hAnsi="Arial" w:cs="Arial"/>
        </w:rPr>
        <w:t xml:space="preserve">co najmniej 25% </w:t>
      </w:r>
      <w:r w:rsidR="00463F1B" w:rsidRPr="005D3E76">
        <w:rPr>
          <w:rFonts w:ascii="Arial" w:hAnsi="Arial" w:cs="Arial"/>
        </w:rPr>
        <w:t xml:space="preserve">kosztów </w:t>
      </w:r>
      <w:r w:rsidR="008F4DFB" w:rsidRPr="005D3E76">
        <w:rPr>
          <w:rFonts w:ascii="Arial" w:hAnsi="Arial" w:cs="Arial"/>
        </w:rPr>
        <w:t>kwalifikowalnych</w:t>
      </w:r>
      <w:r w:rsidR="00463F1B" w:rsidRPr="005D3E76">
        <w:rPr>
          <w:rFonts w:ascii="Arial" w:hAnsi="Arial" w:cs="Arial"/>
        </w:rPr>
        <w:t>, pochodzący ze środków własnych lub ze</w:t>
      </w:r>
      <w:r w:rsidR="000A0130" w:rsidRPr="005D3E76">
        <w:rPr>
          <w:rFonts w:ascii="Arial" w:hAnsi="Arial" w:cs="Arial"/>
        </w:rPr>
        <w:t xml:space="preserve">wnętrznych źródeł finansowania, </w:t>
      </w:r>
      <w:r w:rsidR="00463F1B" w:rsidRPr="005D3E76">
        <w:rPr>
          <w:rFonts w:ascii="Arial" w:hAnsi="Arial" w:cs="Arial"/>
        </w:rPr>
        <w:t>w postaci wolnej od wszelkiego publicznego wsparcia finansowego.</w:t>
      </w:r>
    </w:p>
    <w:p w14:paraId="69A2D1F5" w14:textId="77777777" w:rsidR="003D2DEF" w:rsidRPr="005D3E76" w:rsidRDefault="003D2DEF" w:rsidP="005D3E76">
      <w:pPr>
        <w:spacing w:before="60" w:line="276" w:lineRule="auto"/>
        <w:rPr>
          <w:rFonts w:ascii="Arial" w:hAnsi="Arial" w:cs="Arial"/>
        </w:rPr>
      </w:pPr>
    </w:p>
    <w:p w14:paraId="69A2D1F6" w14:textId="77777777" w:rsidR="0019686D" w:rsidRPr="005D3E76" w:rsidRDefault="003D2DEF" w:rsidP="005D3E76">
      <w:pPr>
        <w:pStyle w:val="Default"/>
        <w:spacing w:before="60" w:after="1200" w:line="276" w:lineRule="auto"/>
        <w:rPr>
          <w:rFonts w:ascii="Arial" w:hAnsi="Arial" w:cs="Arial"/>
        </w:rPr>
      </w:pPr>
      <w:r w:rsidRPr="005D3E76">
        <w:rPr>
          <w:rFonts w:ascii="Arial" w:hAnsi="Arial" w:cs="Arial"/>
        </w:rPr>
        <w:t>Jestem świadomy odpowiedzialności karnej za złożenie fałszywych oświadczeń.</w:t>
      </w:r>
    </w:p>
    <w:p w14:paraId="69A2D1F7" w14:textId="5B68CB4E" w:rsidR="00136BCA" w:rsidRPr="005D3E76" w:rsidRDefault="005D3E76" w:rsidP="005D3E76">
      <w:pPr>
        <w:tabs>
          <w:tab w:val="center" w:pos="6804"/>
        </w:tabs>
        <w:spacing w:after="960"/>
        <w:rPr>
          <w:rFonts w:ascii="Arial" w:hAnsi="Arial" w:cs="Arial"/>
          <w:sz w:val="20"/>
          <w:szCs w:val="20"/>
        </w:rPr>
      </w:pPr>
      <w:r w:rsidRPr="00711986">
        <w:rPr>
          <w:rFonts w:ascii="Arial" w:hAnsi="Arial" w:cs="Arial"/>
          <w:sz w:val="20"/>
          <w:szCs w:val="20"/>
        </w:rPr>
        <w:t xml:space="preserve">(Podpis osoby upoważnionej do </w:t>
      </w:r>
      <w:r w:rsidR="00DB6C5A">
        <w:rPr>
          <w:rFonts w:ascii="Arial" w:hAnsi="Arial" w:cs="Arial"/>
          <w:sz w:val="20"/>
          <w:szCs w:val="20"/>
        </w:rPr>
        <w:t>złożenia</w:t>
      </w:r>
      <w:r w:rsidR="001377AD">
        <w:rPr>
          <w:rFonts w:ascii="Arial" w:hAnsi="Arial" w:cs="Arial"/>
          <w:sz w:val="20"/>
          <w:szCs w:val="20"/>
        </w:rPr>
        <w:t xml:space="preserve"> </w:t>
      </w:r>
      <w:r w:rsidRPr="00711986">
        <w:rPr>
          <w:rFonts w:ascii="Arial" w:hAnsi="Arial" w:cs="Arial"/>
          <w:sz w:val="20"/>
          <w:szCs w:val="20"/>
        </w:rPr>
        <w:t>oświadcze</w:t>
      </w:r>
      <w:r w:rsidR="00DB6C5A">
        <w:rPr>
          <w:rFonts w:ascii="Arial" w:hAnsi="Arial" w:cs="Arial"/>
          <w:sz w:val="20"/>
          <w:szCs w:val="20"/>
        </w:rPr>
        <w:t>nia</w:t>
      </w:r>
      <w:r w:rsidRPr="00711986">
        <w:rPr>
          <w:rFonts w:ascii="Arial" w:hAnsi="Arial" w:cs="Arial"/>
          <w:sz w:val="20"/>
          <w:szCs w:val="20"/>
        </w:rPr>
        <w:t>)</w:t>
      </w:r>
    </w:p>
    <w:sectPr w:rsidR="00136BCA" w:rsidRPr="005D3E76" w:rsidSect="00243889">
      <w:pgSz w:w="11906" w:h="16838"/>
      <w:pgMar w:top="9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83AA3" w14:textId="77777777" w:rsidR="006006A4" w:rsidRDefault="006006A4" w:rsidP="00F75F04">
      <w:r>
        <w:separator/>
      </w:r>
    </w:p>
  </w:endnote>
  <w:endnote w:type="continuationSeparator" w:id="0">
    <w:p w14:paraId="0739739B" w14:textId="77777777" w:rsidR="006006A4" w:rsidRDefault="006006A4" w:rsidP="00F7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467AD" w14:textId="77777777" w:rsidR="006006A4" w:rsidRDefault="006006A4" w:rsidP="00F75F04">
      <w:r>
        <w:separator/>
      </w:r>
    </w:p>
  </w:footnote>
  <w:footnote w:type="continuationSeparator" w:id="0">
    <w:p w14:paraId="34FF7D2C" w14:textId="77777777" w:rsidR="006006A4" w:rsidRDefault="006006A4" w:rsidP="00F75F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7AA"/>
    <w:rsid w:val="000165DC"/>
    <w:rsid w:val="00016E90"/>
    <w:rsid w:val="0002014C"/>
    <w:rsid w:val="00025AA6"/>
    <w:rsid w:val="00031C82"/>
    <w:rsid w:val="0004704F"/>
    <w:rsid w:val="00052074"/>
    <w:rsid w:val="0006187B"/>
    <w:rsid w:val="000652C1"/>
    <w:rsid w:val="000741F8"/>
    <w:rsid w:val="00077B5B"/>
    <w:rsid w:val="0008150A"/>
    <w:rsid w:val="00084AE0"/>
    <w:rsid w:val="000969D9"/>
    <w:rsid w:val="000A0130"/>
    <w:rsid w:val="000A4E40"/>
    <w:rsid w:val="000B00FE"/>
    <w:rsid w:val="000C0C72"/>
    <w:rsid w:val="000C3FB1"/>
    <w:rsid w:val="000F59FA"/>
    <w:rsid w:val="000F5C52"/>
    <w:rsid w:val="00102AC0"/>
    <w:rsid w:val="00107159"/>
    <w:rsid w:val="0012448B"/>
    <w:rsid w:val="0013681F"/>
    <w:rsid w:val="00136BCA"/>
    <w:rsid w:val="001377AD"/>
    <w:rsid w:val="00144328"/>
    <w:rsid w:val="0019686D"/>
    <w:rsid w:val="001A5144"/>
    <w:rsid w:val="001A6B13"/>
    <w:rsid w:val="001B100B"/>
    <w:rsid w:val="001C75CF"/>
    <w:rsid w:val="001F08BE"/>
    <w:rsid w:val="001F28DF"/>
    <w:rsid w:val="001F3C3E"/>
    <w:rsid w:val="001F7D87"/>
    <w:rsid w:val="00213EDF"/>
    <w:rsid w:val="0023181C"/>
    <w:rsid w:val="002369F1"/>
    <w:rsid w:val="00241B47"/>
    <w:rsid w:val="00243889"/>
    <w:rsid w:val="002455C7"/>
    <w:rsid w:val="00245F98"/>
    <w:rsid w:val="00265195"/>
    <w:rsid w:val="00276194"/>
    <w:rsid w:val="0029675B"/>
    <w:rsid w:val="002A04BD"/>
    <w:rsid w:val="002A3700"/>
    <w:rsid w:val="002B2D96"/>
    <w:rsid w:val="002B6B33"/>
    <w:rsid w:val="002C34E6"/>
    <w:rsid w:val="002D2121"/>
    <w:rsid w:val="002D2191"/>
    <w:rsid w:val="002F6528"/>
    <w:rsid w:val="0030178C"/>
    <w:rsid w:val="003102EF"/>
    <w:rsid w:val="003161F8"/>
    <w:rsid w:val="003241AC"/>
    <w:rsid w:val="00332B9B"/>
    <w:rsid w:val="00377C96"/>
    <w:rsid w:val="00391373"/>
    <w:rsid w:val="00395394"/>
    <w:rsid w:val="003B3B84"/>
    <w:rsid w:val="003D2DEF"/>
    <w:rsid w:val="003E2E5B"/>
    <w:rsid w:val="003E393B"/>
    <w:rsid w:val="003E55B2"/>
    <w:rsid w:val="003F210E"/>
    <w:rsid w:val="003F43FB"/>
    <w:rsid w:val="003F7DA0"/>
    <w:rsid w:val="00413E00"/>
    <w:rsid w:val="00445FF2"/>
    <w:rsid w:val="004469C1"/>
    <w:rsid w:val="00463F1B"/>
    <w:rsid w:val="00464FBD"/>
    <w:rsid w:val="00473592"/>
    <w:rsid w:val="004857DC"/>
    <w:rsid w:val="00491094"/>
    <w:rsid w:val="00492FFF"/>
    <w:rsid w:val="004A381D"/>
    <w:rsid w:val="004B0A00"/>
    <w:rsid w:val="004B1883"/>
    <w:rsid w:val="004C24E6"/>
    <w:rsid w:val="004F156E"/>
    <w:rsid w:val="004F2C1A"/>
    <w:rsid w:val="005033E1"/>
    <w:rsid w:val="005140C0"/>
    <w:rsid w:val="00520068"/>
    <w:rsid w:val="005440B1"/>
    <w:rsid w:val="00552865"/>
    <w:rsid w:val="00553986"/>
    <w:rsid w:val="00561B14"/>
    <w:rsid w:val="00563342"/>
    <w:rsid w:val="00565B9C"/>
    <w:rsid w:val="00587D41"/>
    <w:rsid w:val="00593F99"/>
    <w:rsid w:val="005A2769"/>
    <w:rsid w:val="005A78D1"/>
    <w:rsid w:val="005C173D"/>
    <w:rsid w:val="005C3EA2"/>
    <w:rsid w:val="005C70E4"/>
    <w:rsid w:val="005D3E76"/>
    <w:rsid w:val="005E2E99"/>
    <w:rsid w:val="005F0697"/>
    <w:rsid w:val="006006A4"/>
    <w:rsid w:val="00601543"/>
    <w:rsid w:val="0060352D"/>
    <w:rsid w:val="0062322E"/>
    <w:rsid w:val="00636369"/>
    <w:rsid w:val="00642B85"/>
    <w:rsid w:val="0064696D"/>
    <w:rsid w:val="006471F6"/>
    <w:rsid w:val="00652C86"/>
    <w:rsid w:val="006712E4"/>
    <w:rsid w:val="00676DCD"/>
    <w:rsid w:val="00677FD3"/>
    <w:rsid w:val="00685F08"/>
    <w:rsid w:val="006A419E"/>
    <w:rsid w:val="007141B9"/>
    <w:rsid w:val="007279AF"/>
    <w:rsid w:val="007318A8"/>
    <w:rsid w:val="007679F5"/>
    <w:rsid w:val="007758D4"/>
    <w:rsid w:val="007827D5"/>
    <w:rsid w:val="00782FEA"/>
    <w:rsid w:val="00784457"/>
    <w:rsid w:val="00787F39"/>
    <w:rsid w:val="007C1DD9"/>
    <w:rsid w:val="007D2FFF"/>
    <w:rsid w:val="007E4ACF"/>
    <w:rsid w:val="007E4FA8"/>
    <w:rsid w:val="00830F87"/>
    <w:rsid w:val="008424E6"/>
    <w:rsid w:val="00860E20"/>
    <w:rsid w:val="008612D2"/>
    <w:rsid w:val="00890966"/>
    <w:rsid w:val="008A3DB1"/>
    <w:rsid w:val="008A40C5"/>
    <w:rsid w:val="008A56F3"/>
    <w:rsid w:val="008B09D7"/>
    <w:rsid w:val="008B7D62"/>
    <w:rsid w:val="008C3D89"/>
    <w:rsid w:val="008D0BFB"/>
    <w:rsid w:val="008D3B5F"/>
    <w:rsid w:val="008E7F53"/>
    <w:rsid w:val="008F4DFB"/>
    <w:rsid w:val="009112EE"/>
    <w:rsid w:val="00916BC8"/>
    <w:rsid w:val="00943A0F"/>
    <w:rsid w:val="00943F79"/>
    <w:rsid w:val="00946547"/>
    <w:rsid w:val="00946977"/>
    <w:rsid w:val="009979CB"/>
    <w:rsid w:val="009A18D4"/>
    <w:rsid w:val="009A6F1B"/>
    <w:rsid w:val="009B1981"/>
    <w:rsid w:val="009C12A6"/>
    <w:rsid w:val="009C626B"/>
    <w:rsid w:val="009D549C"/>
    <w:rsid w:val="009F1790"/>
    <w:rsid w:val="00A16A31"/>
    <w:rsid w:val="00A16DB2"/>
    <w:rsid w:val="00A52A94"/>
    <w:rsid w:val="00A70B4C"/>
    <w:rsid w:val="00A714C7"/>
    <w:rsid w:val="00A76CDF"/>
    <w:rsid w:val="00A806E6"/>
    <w:rsid w:val="00AC75F8"/>
    <w:rsid w:val="00AD2220"/>
    <w:rsid w:val="00AF6EA0"/>
    <w:rsid w:val="00AF6F07"/>
    <w:rsid w:val="00B03F6C"/>
    <w:rsid w:val="00B04B85"/>
    <w:rsid w:val="00B2108C"/>
    <w:rsid w:val="00B336CB"/>
    <w:rsid w:val="00B4615F"/>
    <w:rsid w:val="00B47573"/>
    <w:rsid w:val="00B73669"/>
    <w:rsid w:val="00B814E4"/>
    <w:rsid w:val="00BA2092"/>
    <w:rsid w:val="00BB6000"/>
    <w:rsid w:val="00BF120D"/>
    <w:rsid w:val="00C67F40"/>
    <w:rsid w:val="00C703BA"/>
    <w:rsid w:val="00C7650E"/>
    <w:rsid w:val="00CB1A70"/>
    <w:rsid w:val="00CC0221"/>
    <w:rsid w:val="00CD05EE"/>
    <w:rsid w:val="00CD37AA"/>
    <w:rsid w:val="00CE79CC"/>
    <w:rsid w:val="00D1175D"/>
    <w:rsid w:val="00D30329"/>
    <w:rsid w:val="00D556E1"/>
    <w:rsid w:val="00D56D93"/>
    <w:rsid w:val="00D62F89"/>
    <w:rsid w:val="00D70D5D"/>
    <w:rsid w:val="00D749F0"/>
    <w:rsid w:val="00D86028"/>
    <w:rsid w:val="00DA4EE0"/>
    <w:rsid w:val="00DA7A14"/>
    <w:rsid w:val="00DB0DC2"/>
    <w:rsid w:val="00DB6C5A"/>
    <w:rsid w:val="00DD3A65"/>
    <w:rsid w:val="00DE1C4B"/>
    <w:rsid w:val="00E402BB"/>
    <w:rsid w:val="00E50553"/>
    <w:rsid w:val="00E61989"/>
    <w:rsid w:val="00E659C8"/>
    <w:rsid w:val="00E76A0A"/>
    <w:rsid w:val="00EA2E29"/>
    <w:rsid w:val="00EB4F10"/>
    <w:rsid w:val="00EB5D1D"/>
    <w:rsid w:val="00EB672E"/>
    <w:rsid w:val="00EE0E63"/>
    <w:rsid w:val="00EE113D"/>
    <w:rsid w:val="00EF3E7C"/>
    <w:rsid w:val="00F00F3A"/>
    <w:rsid w:val="00F54C46"/>
    <w:rsid w:val="00F6743A"/>
    <w:rsid w:val="00F74A9D"/>
    <w:rsid w:val="00F75F04"/>
    <w:rsid w:val="00F83E0F"/>
    <w:rsid w:val="00F90B57"/>
    <w:rsid w:val="00F91185"/>
    <w:rsid w:val="00FB014D"/>
    <w:rsid w:val="00FD0A36"/>
    <w:rsid w:val="00FF24B0"/>
    <w:rsid w:val="00FF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A2D1EF"/>
  <w14:defaultImageDpi w14:val="0"/>
  <w15:docId w15:val="{48969ED2-2333-4DDB-9299-0E7F384C5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customStyle="1" w:styleId="Default">
    <w:name w:val="Default"/>
    <w:rsid w:val="004469C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91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rutm\Documents\Niestandardowe%20szablony%20pakietu%20Office\Formularz%20nr%202.%20O&#347;wiadczenie%20o%20zabezpieczeniu%2025%25%20wydatk&#243;w%20kwalifikowalnych%20pozbawionych%20wsparcia%20ze%20&#347;rodk&#243;w%20publicznych%20(003)(3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5" ma:contentTypeDescription="Utwórz nowy dokument." ma:contentTypeScope="" ma:versionID="c02b01aae204c1c2a0987aa0024411e8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34ea9554d73486e91523c2185d633c4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CA02A0-0EF9-45E8-8B97-2B6460508B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490DBE-FFF1-4EC3-A415-776FEB4857EC}">
  <ds:schemaRefs>
    <ds:schemaRef ds:uri="http://schemas.microsoft.com/office/2006/metadata/properties"/>
    <ds:schemaRef ds:uri="http://schemas.microsoft.com/office/infopath/2007/PartnerControls"/>
    <ds:schemaRef ds:uri="5342988d-6845-4e7b-9c11-9364b799213f"/>
    <ds:schemaRef ds:uri="945595bd-0fc1-4e73-9902-100781b31bf3"/>
  </ds:schemaRefs>
</ds:datastoreItem>
</file>

<file path=customXml/itemProps3.xml><?xml version="1.0" encoding="utf-8"?>
<ds:datastoreItem xmlns:ds="http://schemas.openxmlformats.org/officeDocument/2006/customXml" ds:itemID="{BA989734-3D71-4A6D-A1B3-FA13792E9B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6A4FDC-89C0-43C0-B99E-F43605E7C5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 nr 2. Oświadczenie o zabezpieczeniu 25% wydatków kwalifikowalnych pozbawionych wsparcia ze środków publicznych (003)(3)</Template>
  <TotalTime>30</TotalTime>
  <Pages>1</Pages>
  <Words>83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2. Oświadczenie o zabezpieczeniu 25% wydatków</vt:lpstr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2. Oświadczenie o zabezpieczeniu 25% wydatków</dc:title>
  <dc:subject/>
  <dc:creator>Mikrut Monika</dc:creator>
  <cp:keywords/>
  <dc:description/>
  <cp:lastModifiedBy>Suliga Katarzyna</cp:lastModifiedBy>
  <cp:revision>21</cp:revision>
  <cp:lastPrinted>2018-02-01T12:40:00Z</cp:lastPrinted>
  <dcterms:created xsi:type="dcterms:W3CDTF">2023-07-04T10:08:00Z</dcterms:created>
  <dcterms:modified xsi:type="dcterms:W3CDTF">2024-04-09T06:00:00Z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</Properties>
</file>